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C2F2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Liebe Frau Langenberg, </w:t>
      </w:r>
    </w:p>
    <w:p w14:paraId="73988642"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3D63958D"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ich kann die Bedenken ihres Ausbildungsbeauftragten gut nachvollziehen, zumal die Ausbildungsqualität einen sehr hohen Stellenwert besitzt. Ich gehe daher davon aus, dass die Praxissemesterbeauftragten des ZfsL Münster die Situation als Grundlage ihrer Einschätzung sorgfältig geprüft und abgewogen haben. </w:t>
      </w:r>
    </w:p>
    <w:p w14:paraId="306D1A9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64A0E612"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Ein Tausch von Schulplätzen ist im Rahmen des Praxissemesters aufgrund des landesweit organisierten </w:t>
      </w:r>
      <w:proofErr w:type="gramStart"/>
      <w:r w:rsidRPr="009037A6">
        <w:rPr>
          <w:rFonts w:ascii="Segoe UI" w:eastAsia="Times New Roman" w:hAnsi="Segoe UI" w:cs="Segoe UI"/>
          <w:color w:val="000000"/>
          <w:sz w:val="20"/>
          <w:szCs w:val="20"/>
          <w:lang w:eastAsia="de-DE"/>
        </w:rPr>
        <w:t>Verteilverfahrens  über</w:t>
      </w:r>
      <w:proofErr w:type="gramEnd"/>
      <w:r w:rsidRPr="009037A6">
        <w:rPr>
          <w:rFonts w:ascii="Segoe UI" w:eastAsia="Times New Roman" w:hAnsi="Segoe UI" w:cs="Segoe UI"/>
          <w:color w:val="000000"/>
          <w:sz w:val="20"/>
          <w:szCs w:val="20"/>
          <w:lang w:eastAsia="de-DE"/>
        </w:rPr>
        <w:t xml:space="preserve"> PVP nicht möglich. </w:t>
      </w:r>
    </w:p>
    <w:p w14:paraId="0BA71FA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257503D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Im Fach Philosophie stehen wir vor der Situation, dass nur wenige Schulplätze zur Verfügung stehen, die sicher nicht immer die hohen Standards erfüllen, die wir uns für ein Praxissemester wünschen. Gleichwohl sind wir verpflichtet, auch in diesen Fächern einen Platz für das Praxissemester anzubieten.</w:t>
      </w:r>
    </w:p>
    <w:p w14:paraId="1521D462"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4DDD75B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In ihrem Fall bitte ich um Verständnis und vertraue als Ausgleich auf die sehr gute Ausbildungsqualität ihrer Schule im Fach </w:t>
      </w:r>
      <w:proofErr w:type="gramStart"/>
      <w:r w:rsidRPr="009037A6">
        <w:rPr>
          <w:rFonts w:ascii="Segoe UI" w:eastAsia="Times New Roman" w:hAnsi="Segoe UI" w:cs="Segoe UI"/>
          <w:color w:val="000000"/>
          <w:sz w:val="20"/>
          <w:szCs w:val="20"/>
          <w:lang w:eastAsia="de-DE"/>
        </w:rPr>
        <w:t>Geschichte  sowie</w:t>
      </w:r>
      <w:proofErr w:type="gramEnd"/>
      <w:r w:rsidRPr="009037A6">
        <w:rPr>
          <w:rFonts w:ascii="Segoe UI" w:eastAsia="Times New Roman" w:hAnsi="Segoe UI" w:cs="Segoe UI"/>
          <w:color w:val="000000"/>
          <w:sz w:val="20"/>
          <w:szCs w:val="20"/>
          <w:lang w:eastAsia="de-DE"/>
        </w:rPr>
        <w:t xml:space="preserve"> in der überfachlichen Betreuung, welche ich beide auch aus persönlicher Erfahrung kenne. </w:t>
      </w:r>
    </w:p>
    <w:p w14:paraId="43F8C2B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3952E842"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Für Rückfragen und ein Gespräch stehe ich gerne zur Verfügung. </w:t>
      </w:r>
    </w:p>
    <w:p w14:paraId="3CA4F68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1F928EFB"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Mit freundlichen Grüßen</w:t>
      </w:r>
    </w:p>
    <w:p w14:paraId="5484094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Im Auftrag</w:t>
      </w:r>
    </w:p>
    <w:p w14:paraId="6864B751"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Karin Kupferschmidt </w:t>
      </w:r>
    </w:p>
    <w:p w14:paraId="7AD9860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05F88295"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29B64A4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Bezirksregierung Münster</w:t>
      </w:r>
    </w:p>
    <w:p w14:paraId="514D19FA"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15EA79E5"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Karin Kupferschmidt</w:t>
      </w:r>
    </w:p>
    <w:p w14:paraId="5F52F32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Dezernat 46.01 Lehrerausbildung</w:t>
      </w:r>
    </w:p>
    <w:p w14:paraId="0C46D20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Praxissemester</w:t>
      </w:r>
    </w:p>
    <w:p w14:paraId="13F4D6A7"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32DB724D"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Albrecht-Thaer-Straße 9 | 48147 Münster | Raum N 2012</w:t>
      </w:r>
    </w:p>
    <w:p w14:paraId="27BCBF34"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Telefon: 0251 411-4201 | Telefax: 0251 411-84201 | E-Mail: </w:t>
      </w:r>
      <w:hyperlink r:id="rId4" w:tgtFrame="_blank" w:history="1">
        <w:r w:rsidRPr="009037A6">
          <w:rPr>
            <w:rFonts w:ascii="Segoe UI" w:eastAsia="Times New Roman" w:hAnsi="Segoe UI" w:cs="Segoe UI"/>
            <w:color w:val="3C61AA"/>
            <w:sz w:val="20"/>
            <w:szCs w:val="20"/>
            <w:u w:val="single"/>
            <w:lang w:eastAsia="de-DE"/>
          </w:rPr>
          <w:t>karin.kupferschmidt@brms.nrw.de</w:t>
        </w:r>
      </w:hyperlink>
      <w:r w:rsidRPr="009037A6">
        <w:rPr>
          <w:rFonts w:ascii="Segoe UI" w:eastAsia="Times New Roman" w:hAnsi="Segoe UI" w:cs="Segoe UI"/>
          <w:color w:val="000000"/>
          <w:sz w:val="20"/>
          <w:szCs w:val="20"/>
          <w:lang w:eastAsia="de-DE"/>
        </w:rPr>
        <w:t xml:space="preserve">  </w:t>
      </w:r>
    </w:p>
    <w:p w14:paraId="0EFFEF75"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0B920C83"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Persönliche Sprechzeit: Donnerstag: 8:30-16:30 Uhr </w:t>
      </w:r>
    </w:p>
    <w:p w14:paraId="7CF6A91F"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hyperlink r:id="rId5" w:tgtFrame="_blank" w:history="1">
        <w:r w:rsidRPr="009037A6">
          <w:rPr>
            <w:rFonts w:ascii="Segoe UI" w:eastAsia="Times New Roman" w:hAnsi="Segoe UI" w:cs="Segoe UI"/>
            <w:color w:val="3C61AA"/>
            <w:sz w:val="20"/>
            <w:szCs w:val="20"/>
            <w:u w:val="single"/>
            <w:lang w:eastAsia="de-DE"/>
          </w:rPr>
          <w:t>www.brms.nrw.de</w:t>
        </w:r>
      </w:hyperlink>
      <w:r w:rsidRPr="009037A6">
        <w:rPr>
          <w:rFonts w:ascii="Segoe UI" w:eastAsia="Times New Roman" w:hAnsi="Segoe UI" w:cs="Segoe UI"/>
          <w:color w:val="000000"/>
          <w:sz w:val="20"/>
          <w:szCs w:val="20"/>
          <w:lang w:eastAsia="de-DE"/>
        </w:rPr>
        <w:t xml:space="preserve"> | </w:t>
      </w:r>
      <w:hyperlink r:id="rId6" w:tgtFrame="_blank" w:history="1">
        <w:r w:rsidRPr="009037A6">
          <w:rPr>
            <w:rFonts w:ascii="Segoe UI" w:eastAsia="Times New Roman" w:hAnsi="Segoe UI" w:cs="Segoe UI"/>
            <w:color w:val="3C61AA"/>
            <w:sz w:val="20"/>
            <w:szCs w:val="20"/>
            <w:u w:val="single"/>
            <w:lang w:eastAsia="de-DE"/>
          </w:rPr>
          <w:t>www.twitter.com/bezregmuenster</w:t>
        </w:r>
      </w:hyperlink>
    </w:p>
    <w:p w14:paraId="1DC2F88F"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5BC647CF"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60BDC37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hyperlink r:id="rId7" w:tgtFrame="_blank" w:history="1">
        <w:r w:rsidRPr="009037A6">
          <w:rPr>
            <w:rFonts w:ascii="Segoe UI" w:eastAsia="Times New Roman" w:hAnsi="Segoe UI" w:cs="Segoe UI"/>
            <w:color w:val="3C61AA"/>
            <w:sz w:val="20"/>
            <w:szCs w:val="20"/>
            <w:u w:val="single"/>
            <w:lang w:eastAsia="de-DE"/>
          </w:rPr>
          <w:t>www.brms.nrw.de</w:t>
        </w:r>
      </w:hyperlink>
      <w:r w:rsidRPr="009037A6">
        <w:rPr>
          <w:rFonts w:ascii="Segoe UI" w:eastAsia="Times New Roman" w:hAnsi="Segoe UI" w:cs="Segoe UI"/>
          <w:color w:val="000000"/>
          <w:sz w:val="20"/>
          <w:szCs w:val="20"/>
          <w:lang w:eastAsia="de-DE"/>
        </w:rPr>
        <w:t xml:space="preserve"> | </w:t>
      </w:r>
      <w:hyperlink r:id="rId8" w:tgtFrame="_blank" w:history="1">
        <w:r w:rsidRPr="009037A6">
          <w:rPr>
            <w:rFonts w:ascii="Segoe UI" w:eastAsia="Times New Roman" w:hAnsi="Segoe UI" w:cs="Segoe UI"/>
            <w:color w:val="3C61AA"/>
            <w:sz w:val="20"/>
            <w:szCs w:val="20"/>
            <w:u w:val="single"/>
            <w:lang w:eastAsia="de-DE"/>
          </w:rPr>
          <w:t>www.twitter.com/bezregmuenster</w:t>
        </w:r>
      </w:hyperlink>
      <w:r w:rsidRPr="009037A6">
        <w:rPr>
          <w:rFonts w:ascii="Segoe UI" w:eastAsia="Times New Roman" w:hAnsi="Segoe UI" w:cs="Segoe UI"/>
          <w:color w:val="000000"/>
          <w:sz w:val="20"/>
          <w:szCs w:val="20"/>
          <w:lang w:eastAsia="de-DE"/>
        </w:rPr>
        <w:t xml:space="preserve"> | </w:t>
      </w:r>
      <w:hyperlink r:id="rId9" w:tgtFrame="_blank" w:history="1">
        <w:r w:rsidRPr="009037A6">
          <w:rPr>
            <w:rFonts w:ascii="Segoe UI" w:eastAsia="Times New Roman" w:hAnsi="Segoe UI" w:cs="Segoe UI"/>
            <w:color w:val="3C61AA"/>
            <w:sz w:val="20"/>
            <w:szCs w:val="20"/>
            <w:u w:val="single"/>
            <w:lang w:eastAsia="de-DE"/>
          </w:rPr>
          <w:t>www.instagram.com/bezregmuenster</w:t>
        </w:r>
      </w:hyperlink>
    </w:p>
    <w:p w14:paraId="6AFF877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67FCA9A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Die Verarbeitung von personenbezogenen Daten durch die Bezirksregierung Münster erfolgt auf der Grundlage der gesetzlichen Bestimmungen. Informationen zum Datenschutz erhalten Sie hier: </w:t>
      </w:r>
      <w:hyperlink r:id="rId10" w:tgtFrame="_blank" w:history="1">
        <w:r w:rsidRPr="009037A6">
          <w:rPr>
            <w:rFonts w:ascii="Segoe UI" w:eastAsia="Times New Roman" w:hAnsi="Segoe UI" w:cs="Segoe UI"/>
            <w:color w:val="3C61AA"/>
            <w:sz w:val="20"/>
            <w:szCs w:val="20"/>
            <w:u w:val="single"/>
            <w:lang w:eastAsia="de-DE"/>
          </w:rPr>
          <w:t>https://www.bezreg-muenster.de/de/datenschutz/46/index.html</w:t>
        </w:r>
      </w:hyperlink>
      <w:r w:rsidRPr="009037A6">
        <w:rPr>
          <w:rFonts w:ascii="Segoe UI" w:eastAsia="Times New Roman" w:hAnsi="Segoe UI" w:cs="Segoe UI"/>
          <w:color w:val="000000"/>
          <w:sz w:val="20"/>
          <w:szCs w:val="20"/>
          <w:lang w:eastAsia="de-DE"/>
        </w:rPr>
        <w:t xml:space="preserve">  </w:t>
      </w:r>
    </w:p>
    <w:p w14:paraId="6305928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67D358F3"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3208518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-----Ursprüngliche Nachricht-----</w:t>
      </w:r>
    </w:p>
    <w:p w14:paraId="042D379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Von: Udo Nesselbosch &lt;</w:t>
      </w:r>
      <w:hyperlink r:id="rId11" w:tgtFrame="_blank" w:history="1">
        <w:r w:rsidRPr="009037A6">
          <w:rPr>
            <w:rFonts w:ascii="Segoe UI" w:eastAsia="Times New Roman" w:hAnsi="Segoe UI" w:cs="Segoe UI"/>
            <w:color w:val="3C61AA"/>
            <w:sz w:val="20"/>
            <w:szCs w:val="20"/>
            <w:u w:val="single"/>
            <w:lang w:eastAsia="de-DE"/>
          </w:rPr>
          <w:t>udo.nesselbosch@zfslms.de</w:t>
        </w:r>
      </w:hyperlink>
      <w:r w:rsidRPr="009037A6">
        <w:rPr>
          <w:rFonts w:ascii="Segoe UI" w:eastAsia="Times New Roman" w:hAnsi="Segoe UI" w:cs="Segoe UI"/>
          <w:color w:val="000000"/>
          <w:sz w:val="20"/>
          <w:szCs w:val="20"/>
          <w:lang w:eastAsia="de-DE"/>
        </w:rPr>
        <w:t>&gt;  </w:t>
      </w:r>
    </w:p>
    <w:p w14:paraId="55BA332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Gesendet: Mittwoch, 24. November 2021 19:46</w:t>
      </w:r>
    </w:p>
    <w:p w14:paraId="6349722D"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An: Sabine Langenberg &lt;</w:t>
      </w:r>
      <w:hyperlink r:id="rId12" w:tgtFrame="_blank" w:history="1">
        <w:r w:rsidRPr="009037A6">
          <w:rPr>
            <w:rFonts w:ascii="Segoe UI" w:eastAsia="Times New Roman" w:hAnsi="Segoe UI" w:cs="Segoe UI"/>
            <w:color w:val="3C61AA"/>
            <w:sz w:val="20"/>
            <w:szCs w:val="20"/>
            <w:u w:val="single"/>
            <w:lang w:eastAsia="de-DE"/>
          </w:rPr>
          <w:t>langenberg.jcs@schlaun.ms.de</w:t>
        </w:r>
      </w:hyperlink>
      <w:r w:rsidRPr="009037A6">
        <w:rPr>
          <w:rFonts w:ascii="Segoe UI" w:eastAsia="Times New Roman" w:hAnsi="Segoe UI" w:cs="Segoe UI"/>
          <w:color w:val="000000"/>
          <w:sz w:val="20"/>
          <w:szCs w:val="20"/>
          <w:lang w:eastAsia="de-DE"/>
        </w:rPr>
        <w:t xml:space="preserve">&gt;; </w:t>
      </w:r>
      <w:hyperlink r:id="rId13" w:tgtFrame="_blank" w:history="1">
        <w:r w:rsidRPr="009037A6">
          <w:rPr>
            <w:rFonts w:ascii="Segoe UI" w:eastAsia="Times New Roman" w:hAnsi="Segoe UI" w:cs="Segoe UI"/>
            <w:color w:val="3C61AA"/>
            <w:sz w:val="20"/>
            <w:szCs w:val="20"/>
            <w:u w:val="single"/>
            <w:lang w:eastAsia="de-DE"/>
          </w:rPr>
          <w:t>mueller.jcs@schlaun.ms.de</w:t>
        </w:r>
      </w:hyperlink>
    </w:p>
    <w:p w14:paraId="13AE10BA"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Cc: </w:t>
      </w:r>
      <w:hyperlink r:id="rId14" w:tgtFrame="_blank" w:history="1">
        <w:r w:rsidRPr="009037A6">
          <w:rPr>
            <w:rFonts w:ascii="Segoe UI" w:eastAsia="Times New Roman" w:hAnsi="Segoe UI" w:cs="Segoe UI"/>
            <w:color w:val="3C61AA"/>
            <w:sz w:val="20"/>
            <w:szCs w:val="20"/>
            <w:u w:val="single"/>
            <w:lang w:eastAsia="de-DE"/>
          </w:rPr>
          <w:t>sabine.badde@zfslms.de</w:t>
        </w:r>
      </w:hyperlink>
      <w:r w:rsidRPr="009037A6">
        <w:rPr>
          <w:rFonts w:ascii="Segoe UI" w:eastAsia="Times New Roman" w:hAnsi="Segoe UI" w:cs="Segoe UI"/>
          <w:color w:val="000000"/>
          <w:sz w:val="20"/>
          <w:szCs w:val="20"/>
          <w:lang w:eastAsia="de-DE"/>
        </w:rPr>
        <w:t>; Kupferschmidt, Karin &lt;</w:t>
      </w:r>
      <w:hyperlink r:id="rId15" w:tgtFrame="_blank" w:history="1">
        <w:r w:rsidRPr="009037A6">
          <w:rPr>
            <w:rFonts w:ascii="Segoe UI" w:eastAsia="Times New Roman" w:hAnsi="Segoe UI" w:cs="Segoe UI"/>
            <w:color w:val="3C61AA"/>
            <w:sz w:val="20"/>
            <w:szCs w:val="20"/>
            <w:u w:val="single"/>
            <w:lang w:eastAsia="de-DE"/>
          </w:rPr>
          <w:t>Karin.Kupferschmidt@bezreg-muenster.nrw.de</w:t>
        </w:r>
      </w:hyperlink>
      <w:r w:rsidRPr="009037A6">
        <w:rPr>
          <w:rFonts w:ascii="Segoe UI" w:eastAsia="Times New Roman" w:hAnsi="Segoe UI" w:cs="Segoe UI"/>
          <w:color w:val="000000"/>
          <w:sz w:val="20"/>
          <w:szCs w:val="20"/>
          <w:lang w:eastAsia="de-DE"/>
        </w:rPr>
        <w:t>&gt;</w:t>
      </w:r>
    </w:p>
    <w:p w14:paraId="17C4640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Betreff: PS 02/2022 Schlaun-Gymnasium Münster - Antrag auf Platzablehnung PS 02/2022</w:t>
      </w:r>
    </w:p>
    <w:p w14:paraId="643DF359"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37AD8DE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Guten Abend Frau Langenberg, </w:t>
      </w:r>
    </w:p>
    <w:p w14:paraId="18289D79"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lastRenderedPageBreak/>
        <w:t xml:space="preserve">über Ihren Ausbildungsbeauftragten Herrn Müller erreichte uns Prabas gestern (23.11.) der Antrag auf Platzablehnung der/des PS-Studierenden mit der Fächerkombination Geschichte/Philosophie für das PS 02/2022. </w:t>
      </w:r>
    </w:p>
    <w:p w14:paraId="692DEF4A"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In Ihrem Auftrag fragte Herr Müller an, "ob ein Tausch des PS-Studierenden mit dem Fach Philosophie möglich wäre, da wir in Philosophie - Stand heute - keine adäquate Betreuung gewährleisten können." </w:t>
      </w:r>
    </w:p>
    <w:p w14:paraId="2241DCE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Bei unserer telefonischen Rückfrage nach den aktuellen Ausbildungskapazitäten des Schlaun-</w:t>
      </w:r>
      <w:proofErr w:type="gramStart"/>
      <w:r w:rsidRPr="009037A6">
        <w:rPr>
          <w:rFonts w:ascii="Segoe UI" w:eastAsia="Times New Roman" w:hAnsi="Segoe UI" w:cs="Segoe UI"/>
          <w:color w:val="000000"/>
          <w:sz w:val="20"/>
          <w:szCs w:val="20"/>
          <w:lang w:eastAsia="de-DE"/>
        </w:rPr>
        <w:t>Gymnasiums  im</w:t>
      </w:r>
      <w:proofErr w:type="gramEnd"/>
      <w:r w:rsidRPr="009037A6">
        <w:rPr>
          <w:rFonts w:ascii="Segoe UI" w:eastAsia="Times New Roman" w:hAnsi="Segoe UI" w:cs="Segoe UI"/>
          <w:color w:val="000000"/>
          <w:sz w:val="20"/>
          <w:szCs w:val="20"/>
          <w:lang w:eastAsia="de-DE"/>
        </w:rPr>
        <w:t xml:space="preserve"> Fach Philosophie hat uns Herr Müller erläutert, dass außerhalb der Studienfreitage Fachunterricht in insgesamt mehreren Kursen der Sekundarstufe I (Praktische Philosophie, davon allerdings zwei Kurse bei einem Lehramtsanwärter) und in der Sekundarstufe II stattfindet. </w:t>
      </w:r>
    </w:p>
    <w:p w14:paraId="53C4366D"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Aus unserer Praba-Sicht ist der Antrag auf Platzablehnung in diesem Fall nicht hinreichend begründet, da die Ausbildungskapazitäten in dem "kleinen Fach" Philosophie auf der Basis der uns vorliegenden Informationen vergleichbar mit anderen Ausbildungsschulen </w:t>
      </w:r>
      <w:proofErr w:type="gramStart"/>
      <w:r w:rsidRPr="009037A6">
        <w:rPr>
          <w:rFonts w:ascii="Segoe UI" w:eastAsia="Times New Roman" w:hAnsi="Segoe UI" w:cs="Segoe UI"/>
          <w:color w:val="000000"/>
          <w:sz w:val="20"/>
          <w:szCs w:val="20"/>
          <w:lang w:eastAsia="de-DE"/>
        </w:rPr>
        <w:t>ist</w:t>
      </w:r>
      <w:proofErr w:type="gramEnd"/>
      <w:r w:rsidRPr="009037A6">
        <w:rPr>
          <w:rFonts w:ascii="Segoe UI" w:eastAsia="Times New Roman" w:hAnsi="Segoe UI" w:cs="Segoe UI"/>
          <w:color w:val="000000"/>
          <w:sz w:val="20"/>
          <w:szCs w:val="20"/>
          <w:lang w:eastAsia="de-DE"/>
        </w:rPr>
        <w:t xml:space="preserve">. </w:t>
      </w:r>
    </w:p>
    <w:p w14:paraId="2968C964"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Einen Tausch von Studierenden zwischen den Ausbildungsschulen sehen die Verfahrensregelungen im PS leider nicht vor. </w:t>
      </w:r>
    </w:p>
    <w:p w14:paraId="3402DA58"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Wenn sie dauerhaft Ausbildungsprobleme am Schlaun-Gymnasium im Fach Philosophie feststellen, möchten wir Sie bitten, für die nächsten PS-Durchgänge im Vorfeld von der Möglichkeit Gebrauch zu machen, das Fach Philosophie zu sperren. </w:t>
      </w:r>
    </w:p>
    <w:p w14:paraId="6C7F33B7"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Soweit unsere Einschätzung als Praxissemesterbeauftragte. </w:t>
      </w:r>
    </w:p>
    <w:p w14:paraId="66EFD3D6"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Da schlussendlich die BR Münster die Entscheidung über Platzablehnungen trifft, setzen wir Frau Kupferschmidt in CC dieser Mail. </w:t>
      </w:r>
    </w:p>
    <w:p w14:paraId="199EA95D"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p>
    <w:p w14:paraId="76D4087C"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Viele Grüße </w:t>
      </w:r>
    </w:p>
    <w:p w14:paraId="3F5663A0"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 xml:space="preserve">Sabine Badde &amp; Udo Nesselbosch </w:t>
      </w:r>
    </w:p>
    <w:p w14:paraId="7038BE39" w14:textId="77777777" w:rsidR="009037A6" w:rsidRPr="009037A6" w:rsidRDefault="009037A6" w:rsidP="009037A6">
      <w:pPr>
        <w:spacing w:after="0" w:line="240" w:lineRule="auto"/>
        <w:rPr>
          <w:rFonts w:ascii="Segoe UI" w:eastAsia="Times New Roman" w:hAnsi="Segoe UI" w:cs="Segoe UI"/>
          <w:color w:val="000000"/>
          <w:sz w:val="20"/>
          <w:szCs w:val="20"/>
          <w:lang w:eastAsia="de-DE"/>
        </w:rPr>
      </w:pPr>
      <w:r w:rsidRPr="009037A6">
        <w:rPr>
          <w:rFonts w:ascii="Segoe UI" w:eastAsia="Times New Roman" w:hAnsi="Segoe UI" w:cs="Segoe UI"/>
          <w:color w:val="000000"/>
          <w:sz w:val="20"/>
          <w:szCs w:val="20"/>
          <w:lang w:eastAsia="de-DE"/>
        </w:rPr>
        <w:t>Praba-Team ZfsL MS GyGe</w:t>
      </w:r>
    </w:p>
    <w:p w14:paraId="3113A17D" w14:textId="77777777" w:rsidR="004A471A" w:rsidRDefault="004A471A"/>
    <w:sectPr w:rsidR="004A4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647F6"/>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57B7"/>
    <w:rsid w:val="00016891"/>
    <w:rsid w:val="00016B95"/>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200"/>
    <w:rsid w:val="0006577D"/>
    <w:rsid w:val="00065903"/>
    <w:rsid w:val="0006608C"/>
    <w:rsid w:val="00066952"/>
    <w:rsid w:val="00067098"/>
    <w:rsid w:val="00067173"/>
    <w:rsid w:val="0006746A"/>
    <w:rsid w:val="0006798C"/>
    <w:rsid w:val="0007058C"/>
    <w:rsid w:val="00071086"/>
    <w:rsid w:val="00071861"/>
    <w:rsid w:val="00071BE6"/>
    <w:rsid w:val="00073384"/>
    <w:rsid w:val="0007461D"/>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A0E"/>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3CF6"/>
    <w:rsid w:val="000B5A49"/>
    <w:rsid w:val="000B5D10"/>
    <w:rsid w:val="000B6254"/>
    <w:rsid w:val="000B63B0"/>
    <w:rsid w:val="000B699B"/>
    <w:rsid w:val="000B6DCA"/>
    <w:rsid w:val="000B79E8"/>
    <w:rsid w:val="000C0013"/>
    <w:rsid w:val="000C042F"/>
    <w:rsid w:val="000C0544"/>
    <w:rsid w:val="000C0DC6"/>
    <w:rsid w:val="000C1A81"/>
    <w:rsid w:val="000C2F09"/>
    <w:rsid w:val="000C3A27"/>
    <w:rsid w:val="000C3FD2"/>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0DF5"/>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49BE"/>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A19"/>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2D3"/>
    <w:rsid w:val="001F162E"/>
    <w:rsid w:val="001F1A29"/>
    <w:rsid w:val="001F1D25"/>
    <w:rsid w:val="001F2150"/>
    <w:rsid w:val="001F2A72"/>
    <w:rsid w:val="001F3243"/>
    <w:rsid w:val="001F3D76"/>
    <w:rsid w:val="001F5A16"/>
    <w:rsid w:val="001F77CD"/>
    <w:rsid w:val="001F7E7B"/>
    <w:rsid w:val="00201445"/>
    <w:rsid w:val="0020176B"/>
    <w:rsid w:val="00201830"/>
    <w:rsid w:val="00202D0E"/>
    <w:rsid w:val="00203520"/>
    <w:rsid w:val="00204339"/>
    <w:rsid w:val="00204F87"/>
    <w:rsid w:val="00205277"/>
    <w:rsid w:val="00205795"/>
    <w:rsid w:val="0020628C"/>
    <w:rsid w:val="00206314"/>
    <w:rsid w:val="00206648"/>
    <w:rsid w:val="002068A6"/>
    <w:rsid w:val="00210A47"/>
    <w:rsid w:val="002118DF"/>
    <w:rsid w:val="002125AE"/>
    <w:rsid w:val="00214B8A"/>
    <w:rsid w:val="00215AAD"/>
    <w:rsid w:val="00216526"/>
    <w:rsid w:val="0021696D"/>
    <w:rsid w:val="00216A39"/>
    <w:rsid w:val="00216FE9"/>
    <w:rsid w:val="00217C73"/>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5AE"/>
    <w:rsid w:val="0023069E"/>
    <w:rsid w:val="002307AA"/>
    <w:rsid w:val="00233C7E"/>
    <w:rsid w:val="00233E38"/>
    <w:rsid w:val="00234A67"/>
    <w:rsid w:val="002356C0"/>
    <w:rsid w:val="00235E76"/>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3FFC"/>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47F6"/>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54C8"/>
    <w:rsid w:val="002967B7"/>
    <w:rsid w:val="00296AAD"/>
    <w:rsid w:val="002A0AEC"/>
    <w:rsid w:val="002A1EE4"/>
    <w:rsid w:val="002A20DB"/>
    <w:rsid w:val="002A2247"/>
    <w:rsid w:val="002A3683"/>
    <w:rsid w:val="002A375D"/>
    <w:rsid w:val="002A38DA"/>
    <w:rsid w:val="002A3F3F"/>
    <w:rsid w:val="002A4FA9"/>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35F6"/>
    <w:rsid w:val="002C482D"/>
    <w:rsid w:val="002C49EB"/>
    <w:rsid w:val="002C52E8"/>
    <w:rsid w:val="002C5BC7"/>
    <w:rsid w:val="002C6751"/>
    <w:rsid w:val="002C6D51"/>
    <w:rsid w:val="002D09FA"/>
    <w:rsid w:val="002D0DAE"/>
    <w:rsid w:val="002D0DC2"/>
    <w:rsid w:val="002D17F3"/>
    <w:rsid w:val="002D1961"/>
    <w:rsid w:val="002D22D2"/>
    <w:rsid w:val="002D26E5"/>
    <w:rsid w:val="002D339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113"/>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3592"/>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265"/>
    <w:rsid w:val="003314DB"/>
    <w:rsid w:val="00332DB9"/>
    <w:rsid w:val="00333263"/>
    <w:rsid w:val="003333E9"/>
    <w:rsid w:val="00334E9B"/>
    <w:rsid w:val="00335905"/>
    <w:rsid w:val="00335A4B"/>
    <w:rsid w:val="00340974"/>
    <w:rsid w:val="00340CAF"/>
    <w:rsid w:val="00341399"/>
    <w:rsid w:val="003414F4"/>
    <w:rsid w:val="003421FD"/>
    <w:rsid w:val="00342D79"/>
    <w:rsid w:val="0034333D"/>
    <w:rsid w:val="00343926"/>
    <w:rsid w:val="00343D60"/>
    <w:rsid w:val="00344537"/>
    <w:rsid w:val="0034513B"/>
    <w:rsid w:val="003455C9"/>
    <w:rsid w:val="00345F8B"/>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6B5"/>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0577"/>
    <w:rsid w:val="003B1791"/>
    <w:rsid w:val="003B27FB"/>
    <w:rsid w:val="003B2D8D"/>
    <w:rsid w:val="003B3327"/>
    <w:rsid w:val="003B3E92"/>
    <w:rsid w:val="003B4073"/>
    <w:rsid w:val="003B65B6"/>
    <w:rsid w:val="003B7675"/>
    <w:rsid w:val="003C1FE8"/>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755"/>
    <w:rsid w:val="003E2CAB"/>
    <w:rsid w:val="003E3940"/>
    <w:rsid w:val="003E48B7"/>
    <w:rsid w:val="003E514B"/>
    <w:rsid w:val="003E632A"/>
    <w:rsid w:val="003F000D"/>
    <w:rsid w:val="003F0173"/>
    <w:rsid w:val="003F08E4"/>
    <w:rsid w:val="003F1A3A"/>
    <w:rsid w:val="003F1F9F"/>
    <w:rsid w:val="003F28CB"/>
    <w:rsid w:val="003F2976"/>
    <w:rsid w:val="003F344C"/>
    <w:rsid w:val="003F3E3D"/>
    <w:rsid w:val="003F48A7"/>
    <w:rsid w:val="003F4943"/>
    <w:rsid w:val="003F551E"/>
    <w:rsid w:val="003F5F41"/>
    <w:rsid w:val="003F686E"/>
    <w:rsid w:val="003F7505"/>
    <w:rsid w:val="003F7867"/>
    <w:rsid w:val="00400265"/>
    <w:rsid w:val="00400B14"/>
    <w:rsid w:val="00400C9F"/>
    <w:rsid w:val="004040D3"/>
    <w:rsid w:val="0040507C"/>
    <w:rsid w:val="00405BC2"/>
    <w:rsid w:val="00405E11"/>
    <w:rsid w:val="00407A77"/>
    <w:rsid w:val="00410576"/>
    <w:rsid w:val="00411061"/>
    <w:rsid w:val="004115AC"/>
    <w:rsid w:val="00411E1B"/>
    <w:rsid w:val="004121B9"/>
    <w:rsid w:val="004121E5"/>
    <w:rsid w:val="00412400"/>
    <w:rsid w:val="0041254D"/>
    <w:rsid w:val="004129C4"/>
    <w:rsid w:val="0041322E"/>
    <w:rsid w:val="0041368E"/>
    <w:rsid w:val="0041380A"/>
    <w:rsid w:val="0041466B"/>
    <w:rsid w:val="004148E8"/>
    <w:rsid w:val="004149DC"/>
    <w:rsid w:val="004177C1"/>
    <w:rsid w:val="00420823"/>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885"/>
    <w:rsid w:val="00440AB8"/>
    <w:rsid w:val="00440BC0"/>
    <w:rsid w:val="00441F48"/>
    <w:rsid w:val="004420EE"/>
    <w:rsid w:val="00442982"/>
    <w:rsid w:val="00442A92"/>
    <w:rsid w:val="00443405"/>
    <w:rsid w:val="00443E16"/>
    <w:rsid w:val="004440A1"/>
    <w:rsid w:val="00444380"/>
    <w:rsid w:val="00445DBA"/>
    <w:rsid w:val="00445EF5"/>
    <w:rsid w:val="00446281"/>
    <w:rsid w:val="00446667"/>
    <w:rsid w:val="00447DE7"/>
    <w:rsid w:val="004500B0"/>
    <w:rsid w:val="0045019B"/>
    <w:rsid w:val="0045086C"/>
    <w:rsid w:val="00450947"/>
    <w:rsid w:val="00450C88"/>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CDA"/>
    <w:rsid w:val="00465EA2"/>
    <w:rsid w:val="004664FA"/>
    <w:rsid w:val="00466786"/>
    <w:rsid w:val="00466ACC"/>
    <w:rsid w:val="00466B2B"/>
    <w:rsid w:val="00470497"/>
    <w:rsid w:val="004712DB"/>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178"/>
    <w:rsid w:val="004A7267"/>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18BB"/>
    <w:rsid w:val="004F241B"/>
    <w:rsid w:val="004F3616"/>
    <w:rsid w:val="004F64F0"/>
    <w:rsid w:val="004F6889"/>
    <w:rsid w:val="004F6FB1"/>
    <w:rsid w:val="0050032C"/>
    <w:rsid w:val="005005CB"/>
    <w:rsid w:val="00501306"/>
    <w:rsid w:val="00501E53"/>
    <w:rsid w:val="005021F6"/>
    <w:rsid w:val="00502976"/>
    <w:rsid w:val="00502A62"/>
    <w:rsid w:val="00502E8F"/>
    <w:rsid w:val="00503F24"/>
    <w:rsid w:val="00503F7A"/>
    <w:rsid w:val="00503FE9"/>
    <w:rsid w:val="00504D60"/>
    <w:rsid w:val="00505467"/>
    <w:rsid w:val="00506CA4"/>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6563"/>
    <w:rsid w:val="005369D7"/>
    <w:rsid w:val="00537660"/>
    <w:rsid w:val="00537FAA"/>
    <w:rsid w:val="0054000F"/>
    <w:rsid w:val="0054040A"/>
    <w:rsid w:val="005409AE"/>
    <w:rsid w:val="00541FDF"/>
    <w:rsid w:val="00542452"/>
    <w:rsid w:val="00542B21"/>
    <w:rsid w:val="00544390"/>
    <w:rsid w:val="00544470"/>
    <w:rsid w:val="005462EB"/>
    <w:rsid w:val="005465E4"/>
    <w:rsid w:val="005470C7"/>
    <w:rsid w:val="005470D1"/>
    <w:rsid w:val="00547410"/>
    <w:rsid w:val="00550871"/>
    <w:rsid w:val="00550AF1"/>
    <w:rsid w:val="005514AA"/>
    <w:rsid w:val="005515A2"/>
    <w:rsid w:val="00551E2C"/>
    <w:rsid w:val="00551FDB"/>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85A"/>
    <w:rsid w:val="00576B8C"/>
    <w:rsid w:val="00576D62"/>
    <w:rsid w:val="00577F20"/>
    <w:rsid w:val="00580844"/>
    <w:rsid w:val="00581356"/>
    <w:rsid w:val="00581807"/>
    <w:rsid w:val="00581DF1"/>
    <w:rsid w:val="00582AC3"/>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16"/>
    <w:rsid w:val="005A35C6"/>
    <w:rsid w:val="005A36A8"/>
    <w:rsid w:val="005A3CB6"/>
    <w:rsid w:val="005A4BC5"/>
    <w:rsid w:val="005A61DD"/>
    <w:rsid w:val="005A6485"/>
    <w:rsid w:val="005A6C68"/>
    <w:rsid w:val="005A704C"/>
    <w:rsid w:val="005A739A"/>
    <w:rsid w:val="005A7588"/>
    <w:rsid w:val="005B00CC"/>
    <w:rsid w:val="005B1456"/>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3E90"/>
    <w:rsid w:val="005D60FB"/>
    <w:rsid w:val="005E0BD3"/>
    <w:rsid w:val="005E0F3E"/>
    <w:rsid w:val="005E15E5"/>
    <w:rsid w:val="005E1DF2"/>
    <w:rsid w:val="005E1E97"/>
    <w:rsid w:val="005E22A8"/>
    <w:rsid w:val="005E4BE8"/>
    <w:rsid w:val="005E4C60"/>
    <w:rsid w:val="005E4E46"/>
    <w:rsid w:val="005E59DB"/>
    <w:rsid w:val="005E59DF"/>
    <w:rsid w:val="005F1298"/>
    <w:rsid w:val="005F149D"/>
    <w:rsid w:val="005F165E"/>
    <w:rsid w:val="005F1A88"/>
    <w:rsid w:val="005F2214"/>
    <w:rsid w:val="005F3F70"/>
    <w:rsid w:val="005F44C6"/>
    <w:rsid w:val="005F58B3"/>
    <w:rsid w:val="005F590B"/>
    <w:rsid w:val="005F6891"/>
    <w:rsid w:val="005F76DD"/>
    <w:rsid w:val="005F79AA"/>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6DDE"/>
    <w:rsid w:val="006573A5"/>
    <w:rsid w:val="0065796D"/>
    <w:rsid w:val="00657A17"/>
    <w:rsid w:val="00657F1A"/>
    <w:rsid w:val="006629FD"/>
    <w:rsid w:val="006633BC"/>
    <w:rsid w:val="00663F49"/>
    <w:rsid w:val="0066439E"/>
    <w:rsid w:val="006646C1"/>
    <w:rsid w:val="00664860"/>
    <w:rsid w:val="00664B0C"/>
    <w:rsid w:val="006651BF"/>
    <w:rsid w:val="006676E7"/>
    <w:rsid w:val="006711A4"/>
    <w:rsid w:val="006757B6"/>
    <w:rsid w:val="0067589B"/>
    <w:rsid w:val="00676D77"/>
    <w:rsid w:val="00676E91"/>
    <w:rsid w:val="00676F57"/>
    <w:rsid w:val="006774E8"/>
    <w:rsid w:val="00677EA0"/>
    <w:rsid w:val="006800DA"/>
    <w:rsid w:val="00681B0E"/>
    <w:rsid w:val="00682341"/>
    <w:rsid w:val="0068318F"/>
    <w:rsid w:val="006831BD"/>
    <w:rsid w:val="006836F8"/>
    <w:rsid w:val="00684165"/>
    <w:rsid w:val="0068423B"/>
    <w:rsid w:val="006852EE"/>
    <w:rsid w:val="00685A3E"/>
    <w:rsid w:val="00686C92"/>
    <w:rsid w:val="00686DB2"/>
    <w:rsid w:val="006872A4"/>
    <w:rsid w:val="0069044A"/>
    <w:rsid w:val="00690E59"/>
    <w:rsid w:val="006919F6"/>
    <w:rsid w:val="00691DFF"/>
    <w:rsid w:val="00692324"/>
    <w:rsid w:val="0069267C"/>
    <w:rsid w:val="00692CD2"/>
    <w:rsid w:val="00692D9A"/>
    <w:rsid w:val="006935FB"/>
    <w:rsid w:val="0069406A"/>
    <w:rsid w:val="0069591A"/>
    <w:rsid w:val="00695D5C"/>
    <w:rsid w:val="00695E78"/>
    <w:rsid w:val="006977EB"/>
    <w:rsid w:val="006A0478"/>
    <w:rsid w:val="006A0BF4"/>
    <w:rsid w:val="006A1112"/>
    <w:rsid w:val="006A1127"/>
    <w:rsid w:val="006A118C"/>
    <w:rsid w:val="006A413B"/>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B7F36"/>
    <w:rsid w:val="006C15B2"/>
    <w:rsid w:val="006C1816"/>
    <w:rsid w:val="006C1EB8"/>
    <w:rsid w:val="006C2C1A"/>
    <w:rsid w:val="006C3D8A"/>
    <w:rsid w:val="006C41E9"/>
    <w:rsid w:val="006C4EE3"/>
    <w:rsid w:val="006C5391"/>
    <w:rsid w:val="006C6724"/>
    <w:rsid w:val="006C7CBE"/>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1BA5"/>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32C"/>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0EB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2B84"/>
    <w:rsid w:val="0078366E"/>
    <w:rsid w:val="0078367E"/>
    <w:rsid w:val="00784C4E"/>
    <w:rsid w:val="007857D6"/>
    <w:rsid w:val="00786266"/>
    <w:rsid w:val="0078663B"/>
    <w:rsid w:val="007906E3"/>
    <w:rsid w:val="00791473"/>
    <w:rsid w:val="007924EB"/>
    <w:rsid w:val="007927BA"/>
    <w:rsid w:val="00792988"/>
    <w:rsid w:val="00792E85"/>
    <w:rsid w:val="0079348C"/>
    <w:rsid w:val="00794966"/>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01F6"/>
    <w:rsid w:val="007B12B2"/>
    <w:rsid w:val="007B1735"/>
    <w:rsid w:val="007B19E1"/>
    <w:rsid w:val="007B1F6D"/>
    <w:rsid w:val="007B27F5"/>
    <w:rsid w:val="007B4454"/>
    <w:rsid w:val="007B4BD2"/>
    <w:rsid w:val="007B5181"/>
    <w:rsid w:val="007B5941"/>
    <w:rsid w:val="007B5984"/>
    <w:rsid w:val="007B736C"/>
    <w:rsid w:val="007B76C0"/>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5D91"/>
    <w:rsid w:val="007F659E"/>
    <w:rsid w:val="007F6977"/>
    <w:rsid w:val="007F6A69"/>
    <w:rsid w:val="00800688"/>
    <w:rsid w:val="00800695"/>
    <w:rsid w:val="00800989"/>
    <w:rsid w:val="00801B79"/>
    <w:rsid w:val="00802935"/>
    <w:rsid w:val="00802E54"/>
    <w:rsid w:val="00803E8A"/>
    <w:rsid w:val="00804A07"/>
    <w:rsid w:val="00804D94"/>
    <w:rsid w:val="00805E66"/>
    <w:rsid w:val="00806957"/>
    <w:rsid w:val="00807B7D"/>
    <w:rsid w:val="00807F5B"/>
    <w:rsid w:val="008102EB"/>
    <w:rsid w:val="0081177D"/>
    <w:rsid w:val="00812877"/>
    <w:rsid w:val="00812AC5"/>
    <w:rsid w:val="0081327B"/>
    <w:rsid w:val="00813C33"/>
    <w:rsid w:val="00813EBE"/>
    <w:rsid w:val="0081611E"/>
    <w:rsid w:val="0081646C"/>
    <w:rsid w:val="0082021A"/>
    <w:rsid w:val="00821205"/>
    <w:rsid w:val="008215D0"/>
    <w:rsid w:val="0082197F"/>
    <w:rsid w:val="00822046"/>
    <w:rsid w:val="008230FA"/>
    <w:rsid w:val="008238E1"/>
    <w:rsid w:val="00823931"/>
    <w:rsid w:val="00823A28"/>
    <w:rsid w:val="00824BB2"/>
    <w:rsid w:val="00825117"/>
    <w:rsid w:val="00826B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5B20"/>
    <w:rsid w:val="00846CB7"/>
    <w:rsid w:val="00847291"/>
    <w:rsid w:val="00847A52"/>
    <w:rsid w:val="00847ECA"/>
    <w:rsid w:val="008507BE"/>
    <w:rsid w:val="008511A3"/>
    <w:rsid w:val="00851F76"/>
    <w:rsid w:val="008520E7"/>
    <w:rsid w:val="008524A9"/>
    <w:rsid w:val="008528C0"/>
    <w:rsid w:val="00852F70"/>
    <w:rsid w:val="00853528"/>
    <w:rsid w:val="00853A06"/>
    <w:rsid w:val="00853DE2"/>
    <w:rsid w:val="008543EF"/>
    <w:rsid w:val="00854755"/>
    <w:rsid w:val="00855225"/>
    <w:rsid w:val="00855D50"/>
    <w:rsid w:val="008609F8"/>
    <w:rsid w:val="00862882"/>
    <w:rsid w:val="00862EEE"/>
    <w:rsid w:val="00863B7F"/>
    <w:rsid w:val="008659B3"/>
    <w:rsid w:val="008670AF"/>
    <w:rsid w:val="00867231"/>
    <w:rsid w:val="008708F5"/>
    <w:rsid w:val="00871E80"/>
    <w:rsid w:val="00871F24"/>
    <w:rsid w:val="00872696"/>
    <w:rsid w:val="008731B1"/>
    <w:rsid w:val="008735A1"/>
    <w:rsid w:val="00873B0D"/>
    <w:rsid w:val="0087545C"/>
    <w:rsid w:val="00875734"/>
    <w:rsid w:val="008758E6"/>
    <w:rsid w:val="008763E0"/>
    <w:rsid w:val="00877797"/>
    <w:rsid w:val="0088014F"/>
    <w:rsid w:val="00881DC7"/>
    <w:rsid w:val="008822C0"/>
    <w:rsid w:val="00884E47"/>
    <w:rsid w:val="00884FAC"/>
    <w:rsid w:val="00885A71"/>
    <w:rsid w:val="00885BAE"/>
    <w:rsid w:val="00885DAB"/>
    <w:rsid w:val="00886583"/>
    <w:rsid w:val="00886A84"/>
    <w:rsid w:val="00886AEE"/>
    <w:rsid w:val="00890BCB"/>
    <w:rsid w:val="0089112D"/>
    <w:rsid w:val="0089172C"/>
    <w:rsid w:val="0089239C"/>
    <w:rsid w:val="00892789"/>
    <w:rsid w:val="00892B1B"/>
    <w:rsid w:val="008932F3"/>
    <w:rsid w:val="0089335B"/>
    <w:rsid w:val="00894A01"/>
    <w:rsid w:val="00895CC3"/>
    <w:rsid w:val="00897280"/>
    <w:rsid w:val="00897A18"/>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0C26"/>
    <w:rsid w:val="008B155A"/>
    <w:rsid w:val="008B3B28"/>
    <w:rsid w:val="008B3BD8"/>
    <w:rsid w:val="008B4678"/>
    <w:rsid w:val="008B4FFA"/>
    <w:rsid w:val="008B5C77"/>
    <w:rsid w:val="008B640F"/>
    <w:rsid w:val="008B6F51"/>
    <w:rsid w:val="008C0E9C"/>
    <w:rsid w:val="008C0F3D"/>
    <w:rsid w:val="008C1A2F"/>
    <w:rsid w:val="008C2778"/>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D6A"/>
    <w:rsid w:val="008E2FC2"/>
    <w:rsid w:val="008E4164"/>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7A6"/>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373"/>
    <w:rsid w:val="009216D3"/>
    <w:rsid w:val="00921898"/>
    <w:rsid w:val="009219A3"/>
    <w:rsid w:val="00921C76"/>
    <w:rsid w:val="00921DCA"/>
    <w:rsid w:val="00924AB1"/>
    <w:rsid w:val="00925518"/>
    <w:rsid w:val="0092588F"/>
    <w:rsid w:val="00926063"/>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65F"/>
    <w:rsid w:val="00951C40"/>
    <w:rsid w:val="00951CA7"/>
    <w:rsid w:val="00952654"/>
    <w:rsid w:val="0095377C"/>
    <w:rsid w:val="00953A67"/>
    <w:rsid w:val="00953EDA"/>
    <w:rsid w:val="00954625"/>
    <w:rsid w:val="00957087"/>
    <w:rsid w:val="009575D7"/>
    <w:rsid w:val="00957D2A"/>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28DE"/>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B2D"/>
    <w:rsid w:val="009A7D9D"/>
    <w:rsid w:val="009B00D2"/>
    <w:rsid w:val="009B066A"/>
    <w:rsid w:val="009B0885"/>
    <w:rsid w:val="009B0AD5"/>
    <w:rsid w:val="009B141A"/>
    <w:rsid w:val="009B1854"/>
    <w:rsid w:val="009B3385"/>
    <w:rsid w:val="009B45C9"/>
    <w:rsid w:val="009B6338"/>
    <w:rsid w:val="009B7001"/>
    <w:rsid w:val="009B7356"/>
    <w:rsid w:val="009B7E8D"/>
    <w:rsid w:val="009C10AC"/>
    <w:rsid w:val="009C1C18"/>
    <w:rsid w:val="009C1FD4"/>
    <w:rsid w:val="009C22D6"/>
    <w:rsid w:val="009C26EE"/>
    <w:rsid w:val="009C3062"/>
    <w:rsid w:val="009C3123"/>
    <w:rsid w:val="009C3FAB"/>
    <w:rsid w:val="009C4939"/>
    <w:rsid w:val="009C5387"/>
    <w:rsid w:val="009C56B4"/>
    <w:rsid w:val="009C60B8"/>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641"/>
    <w:rsid w:val="00A22DB8"/>
    <w:rsid w:val="00A23611"/>
    <w:rsid w:val="00A24C1A"/>
    <w:rsid w:val="00A25CD6"/>
    <w:rsid w:val="00A25CD9"/>
    <w:rsid w:val="00A268CB"/>
    <w:rsid w:val="00A26C04"/>
    <w:rsid w:val="00A272A5"/>
    <w:rsid w:val="00A274F2"/>
    <w:rsid w:val="00A3009D"/>
    <w:rsid w:val="00A30130"/>
    <w:rsid w:val="00A3037B"/>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C64"/>
    <w:rsid w:val="00A56F24"/>
    <w:rsid w:val="00A572FA"/>
    <w:rsid w:val="00A602D0"/>
    <w:rsid w:val="00A621A3"/>
    <w:rsid w:val="00A621AE"/>
    <w:rsid w:val="00A63571"/>
    <w:rsid w:val="00A63697"/>
    <w:rsid w:val="00A636DE"/>
    <w:rsid w:val="00A63B02"/>
    <w:rsid w:val="00A63DAA"/>
    <w:rsid w:val="00A641A2"/>
    <w:rsid w:val="00A646E1"/>
    <w:rsid w:val="00A649BA"/>
    <w:rsid w:val="00A64C3C"/>
    <w:rsid w:val="00A64C5C"/>
    <w:rsid w:val="00A64CE8"/>
    <w:rsid w:val="00A67588"/>
    <w:rsid w:val="00A6788F"/>
    <w:rsid w:val="00A67D8C"/>
    <w:rsid w:val="00A67FD2"/>
    <w:rsid w:val="00A702E1"/>
    <w:rsid w:val="00A70C5A"/>
    <w:rsid w:val="00A7122E"/>
    <w:rsid w:val="00A7153F"/>
    <w:rsid w:val="00A71844"/>
    <w:rsid w:val="00A71987"/>
    <w:rsid w:val="00A71E19"/>
    <w:rsid w:val="00A71EA4"/>
    <w:rsid w:val="00A721F2"/>
    <w:rsid w:val="00A72A9B"/>
    <w:rsid w:val="00A72ADC"/>
    <w:rsid w:val="00A73A9E"/>
    <w:rsid w:val="00A73EF1"/>
    <w:rsid w:val="00A75BB8"/>
    <w:rsid w:val="00A75F40"/>
    <w:rsid w:val="00A760D1"/>
    <w:rsid w:val="00A766E2"/>
    <w:rsid w:val="00A76F9B"/>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0B6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196"/>
    <w:rsid w:val="00AC35D4"/>
    <w:rsid w:val="00AC39B8"/>
    <w:rsid w:val="00AC4E13"/>
    <w:rsid w:val="00AC4E5F"/>
    <w:rsid w:val="00AC504B"/>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3A83"/>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6C4A"/>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5A"/>
    <w:rsid w:val="00B30FE7"/>
    <w:rsid w:val="00B32621"/>
    <w:rsid w:val="00B33409"/>
    <w:rsid w:val="00B338E8"/>
    <w:rsid w:val="00B33FC9"/>
    <w:rsid w:val="00B34C6F"/>
    <w:rsid w:val="00B34E72"/>
    <w:rsid w:val="00B35396"/>
    <w:rsid w:val="00B35670"/>
    <w:rsid w:val="00B358BF"/>
    <w:rsid w:val="00B36939"/>
    <w:rsid w:val="00B36A48"/>
    <w:rsid w:val="00B36A61"/>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34B6"/>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060"/>
    <w:rsid w:val="00BC2A4A"/>
    <w:rsid w:val="00BC4264"/>
    <w:rsid w:val="00BC4BEA"/>
    <w:rsid w:val="00BC5BA0"/>
    <w:rsid w:val="00BC6FB4"/>
    <w:rsid w:val="00BC7F94"/>
    <w:rsid w:val="00BD0F02"/>
    <w:rsid w:val="00BD2886"/>
    <w:rsid w:val="00BD385F"/>
    <w:rsid w:val="00BD4631"/>
    <w:rsid w:val="00BD514B"/>
    <w:rsid w:val="00BD61C6"/>
    <w:rsid w:val="00BD6631"/>
    <w:rsid w:val="00BE069C"/>
    <w:rsid w:val="00BE107C"/>
    <w:rsid w:val="00BE14BB"/>
    <w:rsid w:val="00BE19CE"/>
    <w:rsid w:val="00BE1ADC"/>
    <w:rsid w:val="00BE3190"/>
    <w:rsid w:val="00BE3899"/>
    <w:rsid w:val="00BE3919"/>
    <w:rsid w:val="00BE47C5"/>
    <w:rsid w:val="00BE52A4"/>
    <w:rsid w:val="00BE6503"/>
    <w:rsid w:val="00BE73F1"/>
    <w:rsid w:val="00BE7B1E"/>
    <w:rsid w:val="00BF004C"/>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0A9A"/>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073"/>
    <w:rsid w:val="00C146C8"/>
    <w:rsid w:val="00C14AA7"/>
    <w:rsid w:val="00C1590E"/>
    <w:rsid w:val="00C15C3D"/>
    <w:rsid w:val="00C15C83"/>
    <w:rsid w:val="00C15D47"/>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22F"/>
    <w:rsid w:val="00C33540"/>
    <w:rsid w:val="00C34171"/>
    <w:rsid w:val="00C34508"/>
    <w:rsid w:val="00C34F57"/>
    <w:rsid w:val="00C35084"/>
    <w:rsid w:val="00C35A44"/>
    <w:rsid w:val="00C35CC8"/>
    <w:rsid w:val="00C361B9"/>
    <w:rsid w:val="00C365A0"/>
    <w:rsid w:val="00C37353"/>
    <w:rsid w:val="00C37807"/>
    <w:rsid w:val="00C37F8B"/>
    <w:rsid w:val="00C40705"/>
    <w:rsid w:val="00C40C64"/>
    <w:rsid w:val="00C40D8A"/>
    <w:rsid w:val="00C40E94"/>
    <w:rsid w:val="00C41F79"/>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56BBC"/>
    <w:rsid w:val="00C601AB"/>
    <w:rsid w:val="00C60200"/>
    <w:rsid w:val="00C60A48"/>
    <w:rsid w:val="00C6190B"/>
    <w:rsid w:val="00C619D5"/>
    <w:rsid w:val="00C626B7"/>
    <w:rsid w:val="00C62850"/>
    <w:rsid w:val="00C62CAA"/>
    <w:rsid w:val="00C63685"/>
    <w:rsid w:val="00C64E4F"/>
    <w:rsid w:val="00C65EE4"/>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2F0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27F"/>
    <w:rsid w:val="00CF3F04"/>
    <w:rsid w:val="00CF426F"/>
    <w:rsid w:val="00CF4DE3"/>
    <w:rsid w:val="00CF5449"/>
    <w:rsid w:val="00CF60F7"/>
    <w:rsid w:val="00CF6B95"/>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0F97"/>
    <w:rsid w:val="00D42FE7"/>
    <w:rsid w:val="00D44170"/>
    <w:rsid w:val="00D44612"/>
    <w:rsid w:val="00D454C3"/>
    <w:rsid w:val="00D45673"/>
    <w:rsid w:val="00D46C6F"/>
    <w:rsid w:val="00D516AF"/>
    <w:rsid w:val="00D5398E"/>
    <w:rsid w:val="00D549A7"/>
    <w:rsid w:val="00D549F5"/>
    <w:rsid w:val="00D54BD2"/>
    <w:rsid w:val="00D5516E"/>
    <w:rsid w:val="00D55E50"/>
    <w:rsid w:val="00D56A2D"/>
    <w:rsid w:val="00D572C9"/>
    <w:rsid w:val="00D60016"/>
    <w:rsid w:val="00D60229"/>
    <w:rsid w:val="00D610F4"/>
    <w:rsid w:val="00D611D2"/>
    <w:rsid w:val="00D637D8"/>
    <w:rsid w:val="00D640AF"/>
    <w:rsid w:val="00D64144"/>
    <w:rsid w:val="00D641BA"/>
    <w:rsid w:val="00D64AA7"/>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8B2"/>
    <w:rsid w:val="00D85E85"/>
    <w:rsid w:val="00D86DEC"/>
    <w:rsid w:val="00D86F7F"/>
    <w:rsid w:val="00D87E07"/>
    <w:rsid w:val="00D87F66"/>
    <w:rsid w:val="00D904C0"/>
    <w:rsid w:val="00D9070C"/>
    <w:rsid w:val="00D910D1"/>
    <w:rsid w:val="00D92366"/>
    <w:rsid w:val="00D9248C"/>
    <w:rsid w:val="00D94F26"/>
    <w:rsid w:val="00D951EA"/>
    <w:rsid w:val="00D9537B"/>
    <w:rsid w:val="00D95461"/>
    <w:rsid w:val="00D959E2"/>
    <w:rsid w:val="00D9740E"/>
    <w:rsid w:val="00D97612"/>
    <w:rsid w:val="00D97F17"/>
    <w:rsid w:val="00DA0082"/>
    <w:rsid w:val="00DA09F1"/>
    <w:rsid w:val="00DA0E18"/>
    <w:rsid w:val="00DA12A2"/>
    <w:rsid w:val="00DA17F5"/>
    <w:rsid w:val="00DA1FB2"/>
    <w:rsid w:val="00DA2ACA"/>
    <w:rsid w:val="00DA56FA"/>
    <w:rsid w:val="00DA5908"/>
    <w:rsid w:val="00DA6C4C"/>
    <w:rsid w:val="00DA7817"/>
    <w:rsid w:val="00DB020F"/>
    <w:rsid w:val="00DB08B6"/>
    <w:rsid w:val="00DB149F"/>
    <w:rsid w:val="00DB1E2B"/>
    <w:rsid w:val="00DB1E83"/>
    <w:rsid w:val="00DB21C2"/>
    <w:rsid w:val="00DB236E"/>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5AD"/>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479A"/>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2E47"/>
    <w:rsid w:val="00E24F75"/>
    <w:rsid w:val="00E267D0"/>
    <w:rsid w:val="00E271E4"/>
    <w:rsid w:val="00E301A0"/>
    <w:rsid w:val="00E304DD"/>
    <w:rsid w:val="00E30694"/>
    <w:rsid w:val="00E32008"/>
    <w:rsid w:val="00E33B37"/>
    <w:rsid w:val="00E33F31"/>
    <w:rsid w:val="00E34493"/>
    <w:rsid w:val="00E34578"/>
    <w:rsid w:val="00E35881"/>
    <w:rsid w:val="00E359E4"/>
    <w:rsid w:val="00E35A94"/>
    <w:rsid w:val="00E35E21"/>
    <w:rsid w:val="00E360FE"/>
    <w:rsid w:val="00E37387"/>
    <w:rsid w:val="00E374A7"/>
    <w:rsid w:val="00E379AF"/>
    <w:rsid w:val="00E40169"/>
    <w:rsid w:val="00E40EAD"/>
    <w:rsid w:val="00E41461"/>
    <w:rsid w:val="00E424B8"/>
    <w:rsid w:val="00E42EDD"/>
    <w:rsid w:val="00E4363D"/>
    <w:rsid w:val="00E4389B"/>
    <w:rsid w:val="00E43C50"/>
    <w:rsid w:val="00E43E94"/>
    <w:rsid w:val="00E4507A"/>
    <w:rsid w:val="00E454A2"/>
    <w:rsid w:val="00E45514"/>
    <w:rsid w:val="00E45A36"/>
    <w:rsid w:val="00E464B8"/>
    <w:rsid w:val="00E468DA"/>
    <w:rsid w:val="00E46FC8"/>
    <w:rsid w:val="00E51B61"/>
    <w:rsid w:val="00E51E52"/>
    <w:rsid w:val="00E51EF2"/>
    <w:rsid w:val="00E526F6"/>
    <w:rsid w:val="00E52C85"/>
    <w:rsid w:val="00E533D8"/>
    <w:rsid w:val="00E53C82"/>
    <w:rsid w:val="00E55561"/>
    <w:rsid w:val="00E5558C"/>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9C"/>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161B"/>
    <w:rsid w:val="00ED2DCD"/>
    <w:rsid w:val="00ED3CA5"/>
    <w:rsid w:val="00ED4C70"/>
    <w:rsid w:val="00ED676A"/>
    <w:rsid w:val="00ED790E"/>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33A"/>
    <w:rsid w:val="00EF19A6"/>
    <w:rsid w:val="00EF2E43"/>
    <w:rsid w:val="00EF42B9"/>
    <w:rsid w:val="00EF4909"/>
    <w:rsid w:val="00EF4B86"/>
    <w:rsid w:val="00EF51EA"/>
    <w:rsid w:val="00EF5522"/>
    <w:rsid w:val="00EF75BE"/>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175EA"/>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664A"/>
    <w:rsid w:val="00F56742"/>
    <w:rsid w:val="00F60880"/>
    <w:rsid w:val="00F611BB"/>
    <w:rsid w:val="00F639EF"/>
    <w:rsid w:val="00F63AE4"/>
    <w:rsid w:val="00F63E41"/>
    <w:rsid w:val="00F645FA"/>
    <w:rsid w:val="00F6492A"/>
    <w:rsid w:val="00F663C6"/>
    <w:rsid w:val="00F66B5F"/>
    <w:rsid w:val="00F66FDD"/>
    <w:rsid w:val="00F67815"/>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414"/>
    <w:rsid w:val="00F839D8"/>
    <w:rsid w:val="00F83E9D"/>
    <w:rsid w:val="00F841EA"/>
    <w:rsid w:val="00F8421A"/>
    <w:rsid w:val="00F86A25"/>
    <w:rsid w:val="00F90FEE"/>
    <w:rsid w:val="00F91A59"/>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B7F"/>
    <w:rsid w:val="00FC5E12"/>
    <w:rsid w:val="00FC6190"/>
    <w:rsid w:val="00FC6693"/>
    <w:rsid w:val="00FC7EAA"/>
    <w:rsid w:val="00FD1654"/>
    <w:rsid w:val="00FD1834"/>
    <w:rsid w:val="00FD20ED"/>
    <w:rsid w:val="00FD3F78"/>
    <w:rsid w:val="00FD4073"/>
    <w:rsid w:val="00FD410C"/>
    <w:rsid w:val="00FD4330"/>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D79"/>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BEBDB-3BC1-4D96-AF00-76C1DFA9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550121">
      <w:bodyDiv w:val="1"/>
      <w:marLeft w:val="0"/>
      <w:marRight w:val="0"/>
      <w:marTop w:val="0"/>
      <w:marBottom w:val="0"/>
      <w:divBdr>
        <w:top w:val="none" w:sz="0" w:space="0" w:color="auto"/>
        <w:left w:val="none" w:sz="0" w:space="0" w:color="auto"/>
        <w:bottom w:val="none" w:sz="0" w:space="0" w:color="auto"/>
        <w:right w:val="none" w:sz="0" w:space="0" w:color="auto"/>
      </w:divBdr>
      <w:divsChild>
        <w:div w:id="1184588466">
          <w:marLeft w:val="0"/>
          <w:marRight w:val="0"/>
          <w:marTop w:val="0"/>
          <w:marBottom w:val="0"/>
          <w:divBdr>
            <w:top w:val="none" w:sz="0" w:space="0" w:color="auto"/>
            <w:left w:val="none" w:sz="0" w:space="0" w:color="auto"/>
            <w:bottom w:val="none" w:sz="0" w:space="0" w:color="auto"/>
            <w:right w:val="none" w:sz="0" w:space="0" w:color="auto"/>
          </w:divBdr>
        </w:div>
        <w:div w:id="1558467642">
          <w:marLeft w:val="0"/>
          <w:marRight w:val="0"/>
          <w:marTop w:val="0"/>
          <w:marBottom w:val="0"/>
          <w:divBdr>
            <w:top w:val="none" w:sz="0" w:space="0" w:color="auto"/>
            <w:left w:val="none" w:sz="0" w:space="0" w:color="auto"/>
            <w:bottom w:val="none" w:sz="0" w:space="0" w:color="auto"/>
            <w:right w:val="none" w:sz="0" w:space="0" w:color="auto"/>
          </w:divBdr>
        </w:div>
        <w:div w:id="1535116695">
          <w:marLeft w:val="0"/>
          <w:marRight w:val="0"/>
          <w:marTop w:val="0"/>
          <w:marBottom w:val="0"/>
          <w:divBdr>
            <w:top w:val="none" w:sz="0" w:space="0" w:color="auto"/>
            <w:left w:val="none" w:sz="0" w:space="0" w:color="auto"/>
            <w:bottom w:val="none" w:sz="0" w:space="0" w:color="auto"/>
            <w:right w:val="none" w:sz="0" w:space="0" w:color="auto"/>
          </w:divBdr>
        </w:div>
        <w:div w:id="1808736474">
          <w:marLeft w:val="0"/>
          <w:marRight w:val="0"/>
          <w:marTop w:val="0"/>
          <w:marBottom w:val="0"/>
          <w:divBdr>
            <w:top w:val="none" w:sz="0" w:space="0" w:color="auto"/>
            <w:left w:val="none" w:sz="0" w:space="0" w:color="auto"/>
            <w:bottom w:val="none" w:sz="0" w:space="0" w:color="auto"/>
            <w:right w:val="none" w:sz="0" w:space="0" w:color="auto"/>
          </w:divBdr>
        </w:div>
        <w:div w:id="1447894835">
          <w:marLeft w:val="0"/>
          <w:marRight w:val="0"/>
          <w:marTop w:val="0"/>
          <w:marBottom w:val="0"/>
          <w:divBdr>
            <w:top w:val="none" w:sz="0" w:space="0" w:color="auto"/>
            <w:left w:val="none" w:sz="0" w:space="0" w:color="auto"/>
            <w:bottom w:val="none" w:sz="0" w:space="0" w:color="auto"/>
            <w:right w:val="none" w:sz="0" w:space="0" w:color="auto"/>
          </w:divBdr>
        </w:div>
        <w:div w:id="151606704">
          <w:marLeft w:val="0"/>
          <w:marRight w:val="0"/>
          <w:marTop w:val="0"/>
          <w:marBottom w:val="0"/>
          <w:divBdr>
            <w:top w:val="none" w:sz="0" w:space="0" w:color="auto"/>
            <w:left w:val="none" w:sz="0" w:space="0" w:color="auto"/>
            <w:bottom w:val="none" w:sz="0" w:space="0" w:color="auto"/>
            <w:right w:val="none" w:sz="0" w:space="0" w:color="auto"/>
          </w:divBdr>
        </w:div>
        <w:div w:id="1392921901">
          <w:marLeft w:val="0"/>
          <w:marRight w:val="0"/>
          <w:marTop w:val="0"/>
          <w:marBottom w:val="0"/>
          <w:divBdr>
            <w:top w:val="none" w:sz="0" w:space="0" w:color="auto"/>
            <w:left w:val="none" w:sz="0" w:space="0" w:color="auto"/>
            <w:bottom w:val="none" w:sz="0" w:space="0" w:color="auto"/>
            <w:right w:val="none" w:sz="0" w:space="0" w:color="auto"/>
          </w:divBdr>
        </w:div>
        <w:div w:id="1613976935">
          <w:marLeft w:val="0"/>
          <w:marRight w:val="0"/>
          <w:marTop w:val="0"/>
          <w:marBottom w:val="0"/>
          <w:divBdr>
            <w:top w:val="none" w:sz="0" w:space="0" w:color="auto"/>
            <w:left w:val="none" w:sz="0" w:space="0" w:color="auto"/>
            <w:bottom w:val="none" w:sz="0" w:space="0" w:color="auto"/>
            <w:right w:val="none" w:sz="0" w:space="0" w:color="auto"/>
          </w:divBdr>
        </w:div>
        <w:div w:id="1963727602">
          <w:marLeft w:val="0"/>
          <w:marRight w:val="0"/>
          <w:marTop w:val="0"/>
          <w:marBottom w:val="0"/>
          <w:divBdr>
            <w:top w:val="none" w:sz="0" w:space="0" w:color="auto"/>
            <w:left w:val="none" w:sz="0" w:space="0" w:color="auto"/>
            <w:bottom w:val="none" w:sz="0" w:space="0" w:color="auto"/>
            <w:right w:val="none" w:sz="0" w:space="0" w:color="auto"/>
          </w:divBdr>
        </w:div>
        <w:div w:id="1325353280">
          <w:marLeft w:val="0"/>
          <w:marRight w:val="0"/>
          <w:marTop w:val="0"/>
          <w:marBottom w:val="0"/>
          <w:divBdr>
            <w:top w:val="none" w:sz="0" w:space="0" w:color="auto"/>
            <w:left w:val="none" w:sz="0" w:space="0" w:color="auto"/>
            <w:bottom w:val="none" w:sz="0" w:space="0" w:color="auto"/>
            <w:right w:val="none" w:sz="0" w:space="0" w:color="auto"/>
          </w:divBdr>
        </w:div>
        <w:div w:id="1252395047">
          <w:marLeft w:val="0"/>
          <w:marRight w:val="0"/>
          <w:marTop w:val="0"/>
          <w:marBottom w:val="0"/>
          <w:divBdr>
            <w:top w:val="none" w:sz="0" w:space="0" w:color="auto"/>
            <w:left w:val="none" w:sz="0" w:space="0" w:color="auto"/>
            <w:bottom w:val="none" w:sz="0" w:space="0" w:color="auto"/>
            <w:right w:val="none" w:sz="0" w:space="0" w:color="auto"/>
          </w:divBdr>
        </w:div>
        <w:div w:id="939993216">
          <w:marLeft w:val="0"/>
          <w:marRight w:val="0"/>
          <w:marTop w:val="0"/>
          <w:marBottom w:val="0"/>
          <w:divBdr>
            <w:top w:val="none" w:sz="0" w:space="0" w:color="auto"/>
            <w:left w:val="none" w:sz="0" w:space="0" w:color="auto"/>
            <w:bottom w:val="none" w:sz="0" w:space="0" w:color="auto"/>
            <w:right w:val="none" w:sz="0" w:space="0" w:color="auto"/>
          </w:divBdr>
        </w:div>
        <w:div w:id="1538199574">
          <w:marLeft w:val="0"/>
          <w:marRight w:val="0"/>
          <w:marTop w:val="0"/>
          <w:marBottom w:val="0"/>
          <w:divBdr>
            <w:top w:val="none" w:sz="0" w:space="0" w:color="auto"/>
            <w:left w:val="none" w:sz="0" w:space="0" w:color="auto"/>
            <w:bottom w:val="none" w:sz="0" w:space="0" w:color="auto"/>
            <w:right w:val="none" w:sz="0" w:space="0" w:color="auto"/>
          </w:divBdr>
        </w:div>
        <w:div w:id="364058396">
          <w:marLeft w:val="0"/>
          <w:marRight w:val="0"/>
          <w:marTop w:val="0"/>
          <w:marBottom w:val="0"/>
          <w:divBdr>
            <w:top w:val="none" w:sz="0" w:space="0" w:color="auto"/>
            <w:left w:val="none" w:sz="0" w:space="0" w:color="auto"/>
            <w:bottom w:val="none" w:sz="0" w:space="0" w:color="auto"/>
            <w:right w:val="none" w:sz="0" w:space="0" w:color="auto"/>
          </w:divBdr>
        </w:div>
        <w:div w:id="576742791">
          <w:marLeft w:val="0"/>
          <w:marRight w:val="0"/>
          <w:marTop w:val="0"/>
          <w:marBottom w:val="0"/>
          <w:divBdr>
            <w:top w:val="none" w:sz="0" w:space="0" w:color="auto"/>
            <w:left w:val="none" w:sz="0" w:space="0" w:color="auto"/>
            <w:bottom w:val="none" w:sz="0" w:space="0" w:color="auto"/>
            <w:right w:val="none" w:sz="0" w:space="0" w:color="auto"/>
          </w:divBdr>
        </w:div>
        <w:div w:id="161432934">
          <w:marLeft w:val="0"/>
          <w:marRight w:val="0"/>
          <w:marTop w:val="0"/>
          <w:marBottom w:val="0"/>
          <w:divBdr>
            <w:top w:val="none" w:sz="0" w:space="0" w:color="auto"/>
            <w:left w:val="none" w:sz="0" w:space="0" w:color="auto"/>
            <w:bottom w:val="none" w:sz="0" w:space="0" w:color="auto"/>
            <w:right w:val="none" w:sz="0" w:space="0" w:color="auto"/>
          </w:divBdr>
        </w:div>
        <w:div w:id="2030718516">
          <w:marLeft w:val="0"/>
          <w:marRight w:val="0"/>
          <w:marTop w:val="0"/>
          <w:marBottom w:val="0"/>
          <w:divBdr>
            <w:top w:val="none" w:sz="0" w:space="0" w:color="auto"/>
            <w:left w:val="none" w:sz="0" w:space="0" w:color="auto"/>
            <w:bottom w:val="none" w:sz="0" w:space="0" w:color="auto"/>
            <w:right w:val="none" w:sz="0" w:space="0" w:color="auto"/>
          </w:divBdr>
        </w:div>
        <w:div w:id="1309893023">
          <w:marLeft w:val="0"/>
          <w:marRight w:val="0"/>
          <w:marTop w:val="0"/>
          <w:marBottom w:val="0"/>
          <w:divBdr>
            <w:top w:val="none" w:sz="0" w:space="0" w:color="auto"/>
            <w:left w:val="none" w:sz="0" w:space="0" w:color="auto"/>
            <w:bottom w:val="none" w:sz="0" w:space="0" w:color="auto"/>
            <w:right w:val="none" w:sz="0" w:space="0" w:color="auto"/>
          </w:divBdr>
        </w:div>
        <w:div w:id="720714058">
          <w:marLeft w:val="0"/>
          <w:marRight w:val="0"/>
          <w:marTop w:val="0"/>
          <w:marBottom w:val="0"/>
          <w:divBdr>
            <w:top w:val="none" w:sz="0" w:space="0" w:color="auto"/>
            <w:left w:val="none" w:sz="0" w:space="0" w:color="auto"/>
            <w:bottom w:val="none" w:sz="0" w:space="0" w:color="auto"/>
            <w:right w:val="none" w:sz="0" w:space="0" w:color="auto"/>
          </w:divBdr>
        </w:div>
        <w:div w:id="1843155432">
          <w:marLeft w:val="0"/>
          <w:marRight w:val="0"/>
          <w:marTop w:val="0"/>
          <w:marBottom w:val="0"/>
          <w:divBdr>
            <w:top w:val="none" w:sz="0" w:space="0" w:color="auto"/>
            <w:left w:val="none" w:sz="0" w:space="0" w:color="auto"/>
            <w:bottom w:val="none" w:sz="0" w:space="0" w:color="auto"/>
            <w:right w:val="none" w:sz="0" w:space="0" w:color="auto"/>
          </w:divBdr>
        </w:div>
        <w:div w:id="1098209044">
          <w:marLeft w:val="0"/>
          <w:marRight w:val="0"/>
          <w:marTop w:val="0"/>
          <w:marBottom w:val="0"/>
          <w:divBdr>
            <w:top w:val="none" w:sz="0" w:space="0" w:color="auto"/>
            <w:left w:val="none" w:sz="0" w:space="0" w:color="auto"/>
            <w:bottom w:val="none" w:sz="0" w:space="0" w:color="auto"/>
            <w:right w:val="none" w:sz="0" w:space="0" w:color="auto"/>
          </w:divBdr>
        </w:div>
        <w:div w:id="1068501847">
          <w:marLeft w:val="0"/>
          <w:marRight w:val="0"/>
          <w:marTop w:val="0"/>
          <w:marBottom w:val="0"/>
          <w:divBdr>
            <w:top w:val="none" w:sz="0" w:space="0" w:color="auto"/>
            <w:left w:val="none" w:sz="0" w:space="0" w:color="auto"/>
            <w:bottom w:val="none" w:sz="0" w:space="0" w:color="auto"/>
            <w:right w:val="none" w:sz="0" w:space="0" w:color="auto"/>
          </w:divBdr>
        </w:div>
        <w:div w:id="150877479">
          <w:marLeft w:val="0"/>
          <w:marRight w:val="0"/>
          <w:marTop w:val="0"/>
          <w:marBottom w:val="0"/>
          <w:divBdr>
            <w:top w:val="none" w:sz="0" w:space="0" w:color="auto"/>
            <w:left w:val="none" w:sz="0" w:space="0" w:color="auto"/>
            <w:bottom w:val="none" w:sz="0" w:space="0" w:color="auto"/>
            <w:right w:val="none" w:sz="0" w:space="0" w:color="auto"/>
          </w:divBdr>
        </w:div>
        <w:div w:id="705521117">
          <w:marLeft w:val="0"/>
          <w:marRight w:val="0"/>
          <w:marTop w:val="0"/>
          <w:marBottom w:val="0"/>
          <w:divBdr>
            <w:top w:val="none" w:sz="0" w:space="0" w:color="auto"/>
            <w:left w:val="none" w:sz="0" w:space="0" w:color="auto"/>
            <w:bottom w:val="none" w:sz="0" w:space="0" w:color="auto"/>
            <w:right w:val="none" w:sz="0" w:space="0" w:color="auto"/>
          </w:divBdr>
        </w:div>
        <w:div w:id="1870754542">
          <w:marLeft w:val="0"/>
          <w:marRight w:val="0"/>
          <w:marTop w:val="0"/>
          <w:marBottom w:val="0"/>
          <w:divBdr>
            <w:top w:val="none" w:sz="0" w:space="0" w:color="auto"/>
            <w:left w:val="none" w:sz="0" w:space="0" w:color="auto"/>
            <w:bottom w:val="none" w:sz="0" w:space="0" w:color="auto"/>
            <w:right w:val="none" w:sz="0" w:space="0" w:color="auto"/>
          </w:divBdr>
        </w:div>
        <w:div w:id="1093626323">
          <w:marLeft w:val="0"/>
          <w:marRight w:val="0"/>
          <w:marTop w:val="0"/>
          <w:marBottom w:val="0"/>
          <w:divBdr>
            <w:top w:val="none" w:sz="0" w:space="0" w:color="auto"/>
            <w:left w:val="none" w:sz="0" w:space="0" w:color="auto"/>
            <w:bottom w:val="none" w:sz="0" w:space="0" w:color="auto"/>
            <w:right w:val="none" w:sz="0" w:space="0" w:color="auto"/>
          </w:divBdr>
        </w:div>
        <w:div w:id="1890729820">
          <w:marLeft w:val="0"/>
          <w:marRight w:val="0"/>
          <w:marTop w:val="0"/>
          <w:marBottom w:val="0"/>
          <w:divBdr>
            <w:top w:val="none" w:sz="0" w:space="0" w:color="auto"/>
            <w:left w:val="none" w:sz="0" w:space="0" w:color="auto"/>
            <w:bottom w:val="none" w:sz="0" w:space="0" w:color="auto"/>
            <w:right w:val="none" w:sz="0" w:space="0" w:color="auto"/>
          </w:divBdr>
        </w:div>
        <w:div w:id="928854101">
          <w:marLeft w:val="0"/>
          <w:marRight w:val="0"/>
          <w:marTop w:val="0"/>
          <w:marBottom w:val="0"/>
          <w:divBdr>
            <w:top w:val="none" w:sz="0" w:space="0" w:color="auto"/>
            <w:left w:val="none" w:sz="0" w:space="0" w:color="auto"/>
            <w:bottom w:val="none" w:sz="0" w:space="0" w:color="auto"/>
            <w:right w:val="none" w:sz="0" w:space="0" w:color="auto"/>
          </w:divBdr>
        </w:div>
        <w:div w:id="856428040">
          <w:marLeft w:val="0"/>
          <w:marRight w:val="0"/>
          <w:marTop w:val="0"/>
          <w:marBottom w:val="0"/>
          <w:divBdr>
            <w:top w:val="none" w:sz="0" w:space="0" w:color="auto"/>
            <w:left w:val="none" w:sz="0" w:space="0" w:color="auto"/>
            <w:bottom w:val="none" w:sz="0" w:space="0" w:color="auto"/>
            <w:right w:val="none" w:sz="0" w:space="0" w:color="auto"/>
          </w:divBdr>
        </w:div>
        <w:div w:id="1587612069">
          <w:marLeft w:val="0"/>
          <w:marRight w:val="0"/>
          <w:marTop w:val="0"/>
          <w:marBottom w:val="0"/>
          <w:divBdr>
            <w:top w:val="none" w:sz="0" w:space="0" w:color="auto"/>
            <w:left w:val="none" w:sz="0" w:space="0" w:color="auto"/>
            <w:bottom w:val="none" w:sz="0" w:space="0" w:color="auto"/>
            <w:right w:val="none" w:sz="0" w:space="0" w:color="auto"/>
          </w:divBdr>
        </w:div>
        <w:div w:id="2143384079">
          <w:marLeft w:val="0"/>
          <w:marRight w:val="0"/>
          <w:marTop w:val="0"/>
          <w:marBottom w:val="0"/>
          <w:divBdr>
            <w:top w:val="none" w:sz="0" w:space="0" w:color="auto"/>
            <w:left w:val="none" w:sz="0" w:space="0" w:color="auto"/>
            <w:bottom w:val="none" w:sz="0" w:space="0" w:color="auto"/>
            <w:right w:val="none" w:sz="0" w:space="0" w:color="auto"/>
          </w:divBdr>
        </w:div>
        <w:div w:id="1721132824">
          <w:marLeft w:val="0"/>
          <w:marRight w:val="0"/>
          <w:marTop w:val="0"/>
          <w:marBottom w:val="0"/>
          <w:divBdr>
            <w:top w:val="none" w:sz="0" w:space="0" w:color="auto"/>
            <w:left w:val="none" w:sz="0" w:space="0" w:color="auto"/>
            <w:bottom w:val="none" w:sz="0" w:space="0" w:color="auto"/>
            <w:right w:val="none" w:sz="0" w:space="0" w:color="auto"/>
          </w:divBdr>
        </w:div>
        <w:div w:id="541213156">
          <w:marLeft w:val="0"/>
          <w:marRight w:val="0"/>
          <w:marTop w:val="0"/>
          <w:marBottom w:val="0"/>
          <w:divBdr>
            <w:top w:val="none" w:sz="0" w:space="0" w:color="auto"/>
            <w:left w:val="none" w:sz="0" w:space="0" w:color="auto"/>
            <w:bottom w:val="none" w:sz="0" w:space="0" w:color="auto"/>
            <w:right w:val="none" w:sz="0" w:space="0" w:color="auto"/>
          </w:divBdr>
        </w:div>
        <w:div w:id="1700744039">
          <w:marLeft w:val="0"/>
          <w:marRight w:val="0"/>
          <w:marTop w:val="0"/>
          <w:marBottom w:val="0"/>
          <w:divBdr>
            <w:top w:val="none" w:sz="0" w:space="0" w:color="auto"/>
            <w:left w:val="none" w:sz="0" w:space="0" w:color="auto"/>
            <w:bottom w:val="none" w:sz="0" w:space="0" w:color="auto"/>
            <w:right w:val="none" w:sz="0" w:space="0" w:color="auto"/>
          </w:divBdr>
        </w:div>
        <w:div w:id="1101102426">
          <w:marLeft w:val="0"/>
          <w:marRight w:val="0"/>
          <w:marTop w:val="0"/>
          <w:marBottom w:val="0"/>
          <w:divBdr>
            <w:top w:val="none" w:sz="0" w:space="0" w:color="auto"/>
            <w:left w:val="none" w:sz="0" w:space="0" w:color="auto"/>
            <w:bottom w:val="none" w:sz="0" w:space="0" w:color="auto"/>
            <w:right w:val="none" w:sz="0" w:space="0" w:color="auto"/>
          </w:divBdr>
        </w:div>
        <w:div w:id="111754184">
          <w:marLeft w:val="0"/>
          <w:marRight w:val="0"/>
          <w:marTop w:val="0"/>
          <w:marBottom w:val="0"/>
          <w:divBdr>
            <w:top w:val="none" w:sz="0" w:space="0" w:color="auto"/>
            <w:left w:val="none" w:sz="0" w:space="0" w:color="auto"/>
            <w:bottom w:val="none" w:sz="0" w:space="0" w:color="auto"/>
            <w:right w:val="none" w:sz="0" w:space="0" w:color="auto"/>
          </w:divBdr>
        </w:div>
        <w:div w:id="2142072962">
          <w:marLeft w:val="0"/>
          <w:marRight w:val="0"/>
          <w:marTop w:val="0"/>
          <w:marBottom w:val="0"/>
          <w:divBdr>
            <w:top w:val="none" w:sz="0" w:space="0" w:color="auto"/>
            <w:left w:val="none" w:sz="0" w:space="0" w:color="auto"/>
            <w:bottom w:val="none" w:sz="0" w:space="0" w:color="auto"/>
            <w:right w:val="none" w:sz="0" w:space="0" w:color="auto"/>
          </w:divBdr>
        </w:div>
        <w:div w:id="1486896918">
          <w:marLeft w:val="0"/>
          <w:marRight w:val="0"/>
          <w:marTop w:val="0"/>
          <w:marBottom w:val="0"/>
          <w:divBdr>
            <w:top w:val="none" w:sz="0" w:space="0" w:color="auto"/>
            <w:left w:val="none" w:sz="0" w:space="0" w:color="auto"/>
            <w:bottom w:val="none" w:sz="0" w:space="0" w:color="auto"/>
            <w:right w:val="none" w:sz="0" w:space="0" w:color="auto"/>
          </w:divBdr>
        </w:div>
        <w:div w:id="996151947">
          <w:marLeft w:val="0"/>
          <w:marRight w:val="0"/>
          <w:marTop w:val="0"/>
          <w:marBottom w:val="0"/>
          <w:divBdr>
            <w:top w:val="none" w:sz="0" w:space="0" w:color="auto"/>
            <w:left w:val="none" w:sz="0" w:space="0" w:color="auto"/>
            <w:bottom w:val="none" w:sz="0" w:space="0" w:color="auto"/>
            <w:right w:val="none" w:sz="0" w:space="0" w:color="auto"/>
          </w:divBdr>
        </w:div>
        <w:div w:id="1658142493">
          <w:marLeft w:val="0"/>
          <w:marRight w:val="0"/>
          <w:marTop w:val="0"/>
          <w:marBottom w:val="0"/>
          <w:divBdr>
            <w:top w:val="none" w:sz="0" w:space="0" w:color="auto"/>
            <w:left w:val="none" w:sz="0" w:space="0" w:color="auto"/>
            <w:bottom w:val="none" w:sz="0" w:space="0" w:color="auto"/>
            <w:right w:val="none" w:sz="0" w:space="0" w:color="auto"/>
          </w:divBdr>
        </w:div>
        <w:div w:id="1465582758">
          <w:marLeft w:val="0"/>
          <w:marRight w:val="0"/>
          <w:marTop w:val="0"/>
          <w:marBottom w:val="0"/>
          <w:divBdr>
            <w:top w:val="none" w:sz="0" w:space="0" w:color="auto"/>
            <w:left w:val="none" w:sz="0" w:space="0" w:color="auto"/>
            <w:bottom w:val="none" w:sz="0" w:space="0" w:color="auto"/>
            <w:right w:val="none" w:sz="0" w:space="0" w:color="auto"/>
          </w:divBdr>
        </w:div>
        <w:div w:id="1551501726">
          <w:marLeft w:val="0"/>
          <w:marRight w:val="0"/>
          <w:marTop w:val="0"/>
          <w:marBottom w:val="0"/>
          <w:divBdr>
            <w:top w:val="none" w:sz="0" w:space="0" w:color="auto"/>
            <w:left w:val="none" w:sz="0" w:space="0" w:color="auto"/>
            <w:bottom w:val="none" w:sz="0" w:space="0" w:color="auto"/>
            <w:right w:val="none" w:sz="0" w:space="0" w:color="auto"/>
          </w:divBdr>
        </w:div>
        <w:div w:id="1956518168">
          <w:marLeft w:val="0"/>
          <w:marRight w:val="0"/>
          <w:marTop w:val="0"/>
          <w:marBottom w:val="0"/>
          <w:divBdr>
            <w:top w:val="none" w:sz="0" w:space="0" w:color="auto"/>
            <w:left w:val="none" w:sz="0" w:space="0" w:color="auto"/>
            <w:bottom w:val="none" w:sz="0" w:space="0" w:color="auto"/>
            <w:right w:val="none" w:sz="0" w:space="0" w:color="auto"/>
          </w:divBdr>
        </w:div>
        <w:div w:id="1305432639">
          <w:marLeft w:val="0"/>
          <w:marRight w:val="0"/>
          <w:marTop w:val="0"/>
          <w:marBottom w:val="0"/>
          <w:divBdr>
            <w:top w:val="none" w:sz="0" w:space="0" w:color="auto"/>
            <w:left w:val="none" w:sz="0" w:space="0" w:color="auto"/>
            <w:bottom w:val="none" w:sz="0" w:space="0" w:color="auto"/>
            <w:right w:val="none" w:sz="0" w:space="0" w:color="auto"/>
          </w:divBdr>
        </w:div>
        <w:div w:id="1772894824">
          <w:marLeft w:val="0"/>
          <w:marRight w:val="0"/>
          <w:marTop w:val="0"/>
          <w:marBottom w:val="0"/>
          <w:divBdr>
            <w:top w:val="none" w:sz="0" w:space="0" w:color="auto"/>
            <w:left w:val="none" w:sz="0" w:space="0" w:color="auto"/>
            <w:bottom w:val="none" w:sz="0" w:space="0" w:color="auto"/>
            <w:right w:val="none" w:sz="0" w:space="0" w:color="auto"/>
          </w:divBdr>
        </w:div>
        <w:div w:id="1314794670">
          <w:marLeft w:val="0"/>
          <w:marRight w:val="0"/>
          <w:marTop w:val="0"/>
          <w:marBottom w:val="0"/>
          <w:divBdr>
            <w:top w:val="none" w:sz="0" w:space="0" w:color="auto"/>
            <w:left w:val="none" w:sz="0" w:space="0" w:color="auto"/>
            <w:bottom w:val="none" w:sz="0" w:space="0" w:color="auto"/>
            <w:right w:val="none" w:sz="0" w:space="0" w:color="auto"/>
          </w:divBdr>
        </w:div>
        <w:div w:id="427429417">
          <w:marLeft w:val="0"/>
          <w:marRight w:val="0"/>
          <w:marTop w:val="0"/>
          <w:marBottom w:val="0"/>
          <w:divBdr>
            <w:top w:val="none" w:sz="0" w:space="0" w:color="auto"/>
            <w:left w:val="none" w:sz="0" w:space="0" w:color="auto"/>
            <w:bottom w:val="none" w:sz="0" w:space="0" w:color="auto"/>
            <w:right w:val="none" w:sz="0" w:space="0" w:color="auto"/>
          </w:divBdr>
        </w:div>
        <w:div w:id="1110123630">
          <w:marLeft w:val="0"/>
          <w:marRight w:val="0"/>
          <w:marTop w:val="0"/>
          <w:marBottom w:val="0"/>
          <w:divBdr>
            <w:top w:val="none" w:sz="0" w:space="0" w:color="auto"/>
            <w:left w:val="none" w:sz="0" w:space="0" w:color="auto"/>
            <w:bottom w:val="none" w:sz="0" w:space="0" w:color="auto"/>
            <w:right w:val="none" w:sz="0" w:space="0" w:color="auto"/>
          </w:divBdr>
        </w:div>
        <w:div w:id="714082654">
          <w:marLeft w:val="0"/>
          <w:marRight w:val="0"/>
          <w:marTop w:val="0"/>
          <w:marBottom w:val="0"/>
          <w:divBdr>
            <w:top w:val="none" w:sz="0" w:space="0" w:color="auto"/>
            <w:left w:val="none" w:sz="0" w:space="0" w:color="auto"/>
            <w:bottom w:val="none" w:sz="0" w:space="0" w:color="auto"/>
            <w:right w:val="none" w:sz="0" w:space="0" w:color="auto"/>
          </w:divBdr>
        </w:div>
        <w:div w:id="1836528895">
          <w:marLeft w:val="0"/>
          <w:marRight w:val="0"/>
          <w:marTop w:val="0"/>
          <w:marBottom w:val="0"/>
          <w:divBdr>
            <w:top w:val="none" w:sz="0" w:space="0" w:color="auto"/>
            <w:left w:val="none" w:sz="0" w:space="0" w:color="auto"/>
            <w:bottom w:val="none" w:sz="0" w:space="0" w:color="auto"/>
            <w:right w:val="none" w:sz="0" w:space="0" w:color="auto"/>
          </w:divBdr>
        </w:div>
        <w:div w:id="560679089">
          <w:marLeft w:val="0"/>
          <w:marRight w:val="0"/>
          <w:marTop w:val="0"/>
          <w:marBottom w:val="0"/>
          <w:divBdr>
            <w:top w:val="none" w:sz="0" w:space="0" w:color="auto"/>
            <w:left w:val="none" w:sz="0" w:space="0" w:color="auto"/>
            <w:bottom w:val="none" w:sz="0" w:space="0" w:color="auto"/>
            <w:right w:val="none" w:sz="0" w:space="0" w:color="auto"/>
          </w:divBdr>
        </w:div>
        <w:div w:id="1239169238">
          <w:marLeft w:val="0"/>
          <w:marRight w:val="0"/>
          <w:marTop w:val="0"/>
          <w:marBottom w:val="0"/>
          <w:divBdr>
            <w:top w:val="none" w:sz="0" w:space="0" w:color="auto"/>
            <w:left w:val="none" w:sz="0" w:space="0" w:color="auto"/>
            <w:bottom w:val="none" w:sz="0" w:space="0" w:color="auto"/>
            <w:right w:val="none" w:sz="0" w:space="0" w:color="auto"/>
          </w:divBdr>
        </w:div>
        <w:div w:id="1909262480">
          <w:marLeft w:val="0"/>
          <w:marRight w:val="0"/>
          <w:marTop w:val="0"/>
          <w:marBottom w:val="0"/>
          <w:divBdr>
            <w:top w:val="none" w:sz="0" w:space="0" w:color="auto"/>
            <w:left w:val="none" w:sz="0" w:space="0" w:color="auto"/>
            <w:bottom w:val="none" w:sz="0" w:space="0" w:color="auto"/>
            <w:right w:val="none" w:sz="0" w:space="0" w:color="auto"/>
          </w:divBdr>
        </w:div>
        <w:div w:id="1960649693">
          <w:marLeft w:val="0"/>
          <w:marRight w:val="0"/>
          <w:marTop w:val="0"/>
          <w:marBottom w:val="0"/>
          <w:divBdr>
            <w:top w:val="none" w:sz="0" w:space="0" w:color="auto"/>
            <w:left w:val="none" w:sz="0" w:space="0" w:color="auto"/>
            <w:bottom w:val="none" w:sz="0" w:space="0" w:color="auto"/>
            <w:right w:val="none" w:sz="0" w:space="0" w:color="auto"/>
          </w:divBdr>
        </w:div>
        <w:div w:id="1518081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bezregmuenster" TargetMode="External"/><Relationship Id="rId13" Type="http://schemas.openxmlformats.org/officeDocument/2006/relationships/hyperlink" Target="mailto:mueller.jcs@schlaun.ms.de" TargetMode="External"/><Relationship Id="rId3" Type="http://schemas.openxmlformats.org/officeDocument/2006/relationships/webSettings" Target="webSettings.xml"/><Relationship Id="rId7" Type="http://schemas.openxmlformats.org/officeDocument/2006/relationships/hyperlink" Target="http://www.brms.nrw.de/" TargetMode="External"/><Relationship Id="rId12" Type="http://schemas.openxmlformats.org/officeDocument/2006/relationships/hyperlink" Target="mailto:langenberg.jcs@schlaun.ms.d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witter.com/bezregmuenster" TargetMode="External"/><Relationship Id="rId11" Type="http://schemas.openxmlformats.org/officeDocument/2006/relationships/hyperlink" Target="mailto:udo.nesselbosch@zfslms.de" TargetMode="External"/><Relationship Id="rId5" Type="http://schemas.openxmlformats.org/officeDocument/2006/relationships/hyperlink" Target="http://www.brms.nrw.de/" TargetMode="External"/><Relationship Id="rId15" Type="http://schemas.openxmlformats.org/officeDocument/2006/relationships/hyperlink" Target="mailto:Karin.Kupferschmidt@bezreg-muenster.nrw.de" TargetMode="External"/><Relationship Id="rId10" Type="http://schemas.openxmlformats.org/officeDocument/2006/relationships/hyperlink" Target="https://www.bezreg-muenster.de/de/datenschutz/46/index.html" TargetMode="External"/><Relationship Id="rId4" Type="http://schemas.openxmlformats.org/officeDocument/2006/relationships/hyperlink" Target="mailto:karin.kupferschmidt@brms.nrw.de" TargetMode="External"/><Relationship Id="rId9" Type="http://schemas.openxmlformats.org/officeDocument/2006/relationships/hyperlink" Target="http://www.instagram.com/bezregmuenster" TargetMode="External"/><Relationship Id="rId14" Type="http://schemas.openxmlformats.org/officeDocument/2006/relationships/hyperlink" Target="mailto:sabine.badde@zfslm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4039</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2021-11-25T07:26:00Z</dcterms:created>
  <dcterms:modified xsi:type="dcterms:W3CDTF">2021-11-25T07:26:00Z</dcterms:modified>
</cp:coreProperties>
</file>